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83D91" w14:textId="77777777" w:rsidR="0067671F" w:rsidRDefault="0067671F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8A2F09">
        <w:rPr>
          <w:rFonts w:ascii="ＭＳ 明朝" w:hint="eastAsia"/>
        </w:rPr>
        <w:t>４</w:t>
      </w:r>
    </w:p>
    <w:tbl>
      <w:tblPr>
        <w:tblW w:w="914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4"/>
        <w:gridCol w:w="196"/>
        <w:gridCol w:w="924"/>
        <w:gridCol w:w="1162"/>
        <w:gridCol w:w="1106"/>
        <w:gridCol w:w="494"/>
        <w:gridCol w:w="500"/>
        <w:gridCol w:w="1049"/>
        <w:gridCol w:w="1218"/>
        <w:gridCol w:w="1400"/>
      </w:tblGrid>
      <w:tr w:rsidR="00B42D84" w14:paraId="46DEEB82" w14:textId="77777777" w:rsidTr="00B42D84">
        <w:trPr>
          <w:cantSplit/>
          <w:trHeight w:val="47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ECA67" w14:textId="77777777" w:rsidR="00B42D84" w:rsidRPr="00B42D84" w:rsidRDefault="00B42D84" w:rsidP="0014675E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B42D84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47AC75" w14:textId="77777777" w:rsidR="00B42D84" w:rsidRPr="00B42D84" w:rsidRDefault="00B42D84" w:rsidP="002C4FF9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B42D84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AFD295" w14:textId="77777777" w:rsidR="00B42D84" w:rsidRPr="00B42D84" w:rsidRDefault="00B42D84" w:rsidP="002C4FF9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B42D84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14:paraId="2B2E5BF2" w14:textId="77777777" w:rsidR="00B42D84" w:rsidRPr="00721AF6" w:rsidRDefault="00B42D84" w:rsidP="00B42D84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21AF6">
              <w:rPr>
                <w:rFonts w:ascii="ＭＳ 明朝" w:hint="eastAsia"/>
                <w:sz w:val="16"/>
                <w:szCs w:val="16"/>
              </w:rPr>
              <w:t>グループ長</w:t>
            </w:r>
          </w:p>
          <w:p w14:paraId="2C8A2723" w14:textId="77777777" w:rsidR="00B42D84" w:rsidRPr="00721AF6" w:rsidRDefault="00B42D84" w:rsidP="00B42D84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21AF6">
              <w:rPr>
                <w:rFonts w:ascii="ＭＳ 明朝" w:hint="eastAsia"/>
                <w:sz w:val="16"/>
                <w:szCs w:val="16"/>
              </w:rPr>
              <w:t>補　　　佐</w:t>
            </w: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  <w:vAlign w:val="center"/>
          </w:tcPr>
          <w:p w14:paraId="4B0C237C" w14:textId="77777777" w:rsidR="00B42D84" w:rsidRPr="00721AF6" w:rsidRDefault="00B42D84" w:rsidP="004D167D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21AF6">
              <w:rPr>
                <w:rFonts w:ascii="ＭＳ 明朝" w:hint="eastAsia"/>
                <w:sz w:val="16"/>
                <w:szCs w:val="16"/>
              </w:rPr>
              <w:t>リーダー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14:paraId="2BBA279C" w14:textId="77777777" w:rsidR="00B42D84" w:rsidRPr="00B42D84" w:rsidRDefault="00B42D84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B42D84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218" w:type="dxa"/>
            <w:vMerge w:val="restart"/>
            <w:vAlign w:val="center"/>
          </w:tcPr>
          <w:p w14:paraId="1F8E642A" w14:textId="77777777" w:rsidR="00B42D84" w:rsidRPr="00B42D84" w:rsidRDefault="00B42D84" w:rsidP="004D167D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B42D84">
              <w:rPr>
                <w:rFonts w:ascii="ＭＳ 明朝" w:hint="eastAsia"/>
                <w:sz w:val="18"/>
                <w:szCs w:val="18"/>
              </w:rPr>
              <w:t>受付</w:t>
            </w:r>
          </w:p>
          <w:p w14:paraId="34A56697" w14:textId="77777777" w:rsidR="00B42D84" w:rsidRPr="00B42D84" w:rsidRDefault="00B42D8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B42D84">
              <w:rPr>
                <w:rFonts w:ascii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1400" w:type="dxa"/>
            <w:vMerge w:val="restart"/>
            <w:vAlign w:val="center"/>
          </w:tcPr>
          <w:p w14:paraId="485D85B2" w14:textId="3CDFD62D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>届出のとおり処理してよいで</w:t>
            </w:r>
            <w:r w:rsidR="003F0A06">
              <w:rPr>
                <w:rFonts w:ascii="ＭＳ 明朝" w:hint="eastAsia"/>
              </w:rPr>
              <w:t>しょ</w:t>
            </w:r>
            <w:r w:rsidRPr="00B42D84">
              <w:rPr>
                <w:rFonts w:ascii="ＭＳ 明朝" w:hint="eastAsia"/>
              </w:rPr>
              <w:t>うか。</w:t>
            </w:r>
          </w:p>
        </w:tc>
      </w:tr>
      <w:tr w:rsidR="00B42D84" w14:paraId="28AD1857" w14:textId="77777777" w:rsidTr="00B42D84">
        <w:trPr>
          <w:cantSplit/>
          <w:trHeight w:val="273"/>
        </w:trPr>
        <w:tc>
          <w:tcPr>
            <w:tcW w:w="1094" w:type="dxa"/>
            <w:vMerge w:val="restart"/>
            <w:tcBorders>
              <w:left w:val="single" w:sz="4" w:space="0" w:color="auto"/>
            </w:tcBorders>
          </w:tcPr>
          <w:p w14:paraId="70FDBF01" w14:textId="77777777" w:rsidR="00B42D84" w:rsidRPr="00B42D84" w:rsidRDefault="00B42D84" w:rsidP="00BC493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</w:tcBorders>
          </w:tcPr>
          <w:p w14:paraId="51956EF7" w14:textId="77777777" w:rsidR="00B42D84" w:rsidRPr="00B42D84" w:rsidRDefault="00B42D84" w:rsidP="00BC493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62" w:type="dxa"/>
            <w:vMerge w:val="restart"/>
            <w:tcBorders>
              <w:left w:val="single" w:sz="4" w:space="0" w:color="auto"/>
            </w:tcBorders>
          </w:tcPr>
          <w:p w14:paraId="6CCEDF42" w14:textId="77777777" w:rsidR="00B42D84" w:rsidRPr="00B42D84" w:rsidRDefault="00B42D84" w:rsidP="00BC4933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06" w:type="dxa"/>
            <w:vMerge w:val="restart"/>
          </w:tcPr>
          <w:p w14:paraId="5757C589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4" w:type="dxa"/>
            <w:gridSpan w:val="2"/>
            <w:vMerge w:val="restart"/>
          </w:tcPr>
          <w:p w14:paraId="5D41FB99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</w:tc>
        <w:tc>
          <w:tcPr>
            <w:tcW w:w="1049" w:type="dxa"/>
            <w:vMerge w:val="restart"/>
          </w:tcPr>
          <w:p w14:paraId="475E0CD3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</w:tc>
        <w:tc>
          <w:tcPr>
            <w:tcW w:w="1218" w:type="dxa"/>
            <w:vMerge/>
            <w:vAlign w:val="center"/>
          </w:tcPr>
          <w:p w14:paraId="7E1ED83C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00" w:type="dxa"/>
            <w:vMerge/>
          </w:tcPr>
          <w:p w14:paraId="005A70FC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B42D84" w14:paraId="1FA21226" w14:textId="77777777" w:rsidTr="00B42D84">
        <w:trPr>
          <w:cantSplit/>
          <w:trHeight w:val="665"/>
        </w:trPr>
        <w:tc>
          <w:tcPr>
            <w:tcW w:w="1094" w:type="dxa"/>
            <w:vMerge/>
            <w:tcBorders>
              <w:left w:val="single" w:sz="4" w:space="0" w:color="auto"/>
            </w:tcBorders>
          </w:tcPr>
          <w:p w14:paraId="138B7C34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</w:tcBorders>
          </w:tcPr>
          <w:p w14:paraId="69289A66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</w:tcPr>
          <w:p w14:paraId="55B82E25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106" w:type="dxa"/>
            <w:vMerge/>
          </w:tcPr>
          <w:p w14:paraId="15CF1B49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94" w:type="dxa"/>
            <w:gridSpan w:val="2"/>
            <w:vMerge/>
          </w:tcPr>
          <w:p w14:paraId="45566AD4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49" w:type="dxa"/>
            <w:vMerge/>
          </w:tcPr>
          <w:p w14:paraId="1F4D2068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14:paraId="6CE10401" w14:textId="77777777" w:rsidR="00B42D84" w:rsidRPr="00B42D84" w:rsidRDefault="00B42D84" w:rsidP="004D167D">
            <w:pPr>
              <w:wordWrap w:val="0"/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B42D84">
              <w:rPr>
                <w:rFonts w:ascii="ＭＳ 明朝" w:hint="eastAsia"/>
                <w:sz w:val="18"/>
                <w:szCs w:val="18"/>
              </w:rPr>
              <w:t>決裁</w:t>
            </w:r>
          </w:p>
          <w:p w14:paraId="0F638C7B" w14:textId="77777777" w:rsidR="00B42D84" w:rsidRPr="00B42D84" w:rsidRDefault="00B42D84" w:rsidP="002C4FF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B42D84">
              <w:rPr>
                <w:rFonts w:ascii="ＭＳ 明朝" w:hint="eastAsia"/>
                <w:sz w:val="18"/>
                <w:szCs w:val="18"/>
              </w:rPr>
              <w:t>年　月　日</w:t>
            </w:r>
          </w:p>
        </w:tc>
        <w:tc>
          <w:tcPr>
            <w:tcW w:w="1400" w:type="dxa"/>
            <w:vMerge/>
          </w:tcPr>
          <w:p w14:paraId="791116BC" w14:textId="77777777" w:rsidR="00B42D84" w:rsidRPr="00B42D84" w:rsidRDefault="00B42D84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7671F" w14:paraId="47EC97DC" w14:textId="77777777" w:rsidTr="0014675E">
        <w:trPr>
          <w:trHeight w:val="5589"/>
        </w:trPr>
        <w:tc>
          <w:tcPr>
            <w:tcW w:w="9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F0C5B" w14:textId="77777777" w:rsidR="00136D2B" w:rsidRPr="00B42D84" w:rsidRDefault="00136D2B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</w:p>
          <w:p w14:paraId="1BA9BCA7" w14:textId="77777777" w:rsidR="0067671F" w:rsidRPr="00B42D84" w:rsidRDefault="0067671F" w:rsidP="000A4351">
            <w:pPr>
              <w:autoSpaceDE w:val="0"/>
              <w:autoSpaceDN w:val="0"/>
              <w:ind w:firstLineChars="900" w:firstLine="1890"/>
              <w:rPr>
                <w:rFonts w:ascii="ＭＳ 明朝"/>
              </w:rPr>
            </w:pPr>
            <w:r w:rsidRPr="00B42D84">
              <w:rPr>
                <w:rFonts w:ascii="ＭＳ 明朝" w:hint="eastAsia"/>
                <w:kern w:val="0"/>
              </w:rPr>
              <w:t>佐世保市</w:t>
            </w:r>
            <w:r w:rsidR="00257DE6" w:rsidRPr="00B42D84">
              <w:rPr>
                <w:rFonts w:ascii="ＭＳ 明朝" w:hint="eastAsia"/>
                <w:kern w:val="0"/>
              </w:rPr>
              <w:t>総合グラウンド</w:t>
            </w:r>
            <w:r w:rsidR="005D7018" w:rsidRPr="00B42D84">
              <w:rPr>
                <w:rFonts w:ascii="ＭＳ 明朝" w:hint="eastAsia"/>
                <w:kern w:val="0"/>
              </w:rPr>
              <w:t>利</w:t>
            </w:r>
            <w:r w:rsidRPr="00B42D84">
              <w:rPr>
                <w:rFonts w:ascii="ＭＳ 明朝" w:hint="eastAsia"/>
                <w:kern w:val="0"/>
              </w:rPr>
              <w:t>用〔中止・変更〕届出書</w:t>
            </w:r>
          </w:p>
          <w:p w14:paraId="59B711FB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5F39B6AE" w14:textId="77777777" w:rsidR="0067671F" w:rsidRPr="00B42D84" w:rsidRDefault="00706123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67671F" w:rsidRPr="00B42D84">
              <w:rPr>
                <w:rFonts w:ascii="ＭＳ 明朝" w:hint="eastAsia"/>
              </w:rPr>
              <w:t xml:space="preserve">　　年　　月　　日</w:t>
            </w:r>
          </w:p>
          <w:p w14:paraId="44220BA6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6925C25C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  <w:r w:rsidR="0014675E" w:rsidRPr="00B42D84">
              <w:rPr>
                <w:rFonts w:ascii="ＭＳ 明朝" w:hint="eastAsia"/>
              </w:rPr>
              <w:t>公益</w:t>
            </w:r>
            <w:r w:rsidR="005D7018" w:rsidRPr="00B42D84">
              <w:rPr>
                <w:rFonts w:ascii="ＭＳ 明朝" w:hint="eastAsia"/>
              </w:rPr>
              <w:t>財団法人</w:t>
            </w:r>
            <w:r w:rsidR="008A2F09">
              <w:rPr>
                <w:rFonts w:ascii="ＭＳ 明朝" w:hint="eastAsia"/>
              </w:rPr>
              <w:t xml:space="preserve">　</w:t>
            </w:r>
            <w:r w:rsidR="005D7018" w:rsidRPr="00B42D84">
              <w:rPr>
                <w:rFonts w:ascii="ＭＳ 明朝" w:hint="eastAsia"/>
              </w:rPr>
              <w:t>佐世</w:t>
            </w:r>
            <w:r w:rsidR="005D7018" w:rsidRPr="00764CB2">
              <w:rPr>
                <w:rFonts w:ascii="ＭＳ 明朝" w:hint="eastAsia"/>
              </w:rPr>
              <w:t>保市</w:t>
            </w:r>
            <w:r w:rsidR="008A2F09" w:rsidRPr="00764CB2">
              <w:rPr>
                <w:rFonts w:ascii="ＭＳ 明朝" w:hint="eastAsia"/>
              </w:rPr>
              <w:t>スポーツ</w:t>
            </w:r>
            <w:r w:rsidR="00DF573C" w:rsidRPr="00764CB2">
              <w:rPr>
                <w:rFonts w:ascii="ＭＳ 明朝" w:hint="eastAsia"/>
              </w:rPr>
              <w:t>協</w:t>
            </w:r>
            <w:r w:rsidR="00DF573C" w:rsidRPr="00B42D84">
              <w:rPr>
                <w:rFonts w:ascii="ＭＳ 明朝" w:hint="eastAsia"/>
              </w:rPr>
              <w:t>会</w:t>
            </w:r>
            <w:r w:rsidRPr="00B42D84">
              <w:rPr>
                <w:rFonts w:ascii="ＭＳ 明朝" w:hint="eastAsia"/>
              </w:rPr>
              <w:t xml:space="preserve">　様</w:t>
            </w:r>
          </w:p>
          <w:p w14:paraId="689E2234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15931C7B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47B84A43" w14:textId="77777777" w:rsidR="0067671F" w:rsidRPr="00B42D84" w:rsidRDefault="0067671F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B42D84">
              <w:rPr>
                <w:rFonts w:ascii="ＭＳ 明朝" w:hint="eastAsia"/>
                <w:spacing w:val="100"/>
              </w:rPr>
              <w:t>住</w:t>
            </w:r>
            <w:r w:rsidRPr="00B42D84">
              <w:rPr>
                <w:rFonts w:ascii="ＭＳ 明朝" w:hint="eastAsia"/>
              </w:rPr>
              <w:t xml:space="preserve">所　　　　　　　　　　　　　　</w:t>
            </w:r>
            <w:r w:rsidRPr="00B42D84">
              <w:rPr>
                <w:rFonts w:ascii="ＭＳ 明朝" w:hint="eastAsia"/>
                <w:spacing w:val="-52"/>
              </w:rPr>
              <w:t xml:space="preserve">　</w:t>
            </w:r>
          </w:p>
          <w:p w14:paraId="0405D34C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6E87ADC0" w14:textId="77777777" w:rsidR="0067671F" w:rsidRPr="00B42D84" w:rsidRDefault="0067671F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届出者　団体名　　　　　　　　　　　　　　</w:t>
            </w:r>
            <w:r w:rsidRPr="00B42D84">
              <w:rPr>
                <w:rFonts w:ascii="ＭＳ 明朝" w:hint="eastAsia"/>
                <w:spacing w:val="-52"/>
              </w:rPr>
              <w:t xml:space="preserve">　</w:t>
            </w:r>
          </w:p>
          <w:p w14:paraId="66217FDB" w14:textId="77777777" w:rsidR="0067671F" w:rsidRPr="00B42D84" w:rsidRDefault="0067671F">
            <w:pPr>
              <w:wordWrap w:val="0"/>
              <w:autoSpaceDE w:val="0"/>
              <w:autoSpaceDN w:val="0"/>
            </w:pPr>
            <w:r w:rsidRPr="00B42D84">
              <w:rPr>
                <w:rFonts w:hint="eastAsia"/>
              </w:rPr>
              <w:t xml:space="preserve">　</w:t>
            </w:r>
          </w:p>
          <w:p w14:paraId="2E32DDFC" w14:textId="77777777" w:rsidR="0067671F" w:rsidRPr="00B42D84" w:rsidRDefault="0067671F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B42D84">
              <w:rPr>
                <w:rFonts w:ascii="ＭＳ 明朝" w:hint="eastAsia"/>
                <w:spacing w:val="100"/>
              </w:rPr>
              <w:t>氏</w:t>
            </w:r>
            <w:r w:rsidRPr="00B42D84">
              <w:rPr>
                <w:rFonts w:ascii="ＭＳ 明朝" w:hint="eastAsia"/>
              </w:rPr>
              <w:t xml:space="preserve">名　　　　　　　　　　　　　　</w:t>
            </w:r>
            <w:r w:rsidRPr="00B42D84">
              <w:rPr>
                <w:rFonts w:ascii="ＭＳ 明朝" w:hint="eastAsia"/>
                <w:spacing w:val="-52"/>
              </w:rPr>
              <w:t xml:space="preserve">　</w:t>
            </w:r>
          </w:p>
          <w:p w14:paraId="707AD5D3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3369F238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027E1DD9" w14:textId="77777777" w:rsidR="0067671F" w:rsidRPr="00B42D84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</w:p>
          <w:p w14:paraId="3B4BB698" w14:textId="77777777" w:rsidR="0067671F" w:rsidRPr="00B42D84" w:rsidRDefault="0067671F" w:rsidP="0098272E">
            <w:pPr>
              <w:wordWrap w:val="0"/>
              <w:autoSpaceDE w:val="0"/>
              <w:autoSpaceDN w:val="0"/>
              <w:ind w:left="210" w:hangingChars="100" w:hanging="210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 xml:space="preserve">　</w:t>
            </w:r>
            <w:r w:rsidR="00706123">
              <w:rPr>
                <w:rFonts w:ascii="ＭＳ 明朝" w:hint="eastAsia"/>
              </w:rPr>
              <w:t xml:space="preserve">　　</w:t>
            </w:r>
            <w:r w:rsidRPr="00B42D84">
              <w:rPr>
                <w:rFonts w:ascii="ＭＳ 明朝" w:hint="eastAsia"/>
              </w:rPr>
              <w:t xml:space="preserve">　　年　　月　　日付第　　号にて</w:t>
            </w:r>
            <w:r w:rsidR="005D7018" w:rsidRPr="00B42D84">
              <w:rPr>
                <w:rFonts w:ascii="ＭＳ 明朝" w:hint="eastAsia"/>
              </w:rPr>
              <w:t>利</w:t>
            </w:r>
            <w:r w:rsidRPr="00B42D84">
              <w:rPr>
                <w:rFonts w:ascii="ＭＳ 明朝" w:hint="eastAsia"/>
              </w:rPr>
              <w:t>用許可を受けておりましたが下記の理由により</w:t>
            </w:r>
            <w:r w:rsidR="005D7018" w:rsidRPr="00B42D84">
              <w:rPr>
                <w:rFonts w:ascii="ＭＳ 明朝" w:hint="eastAsia"/>
              </w:rPr>
              <w:t>利</w:t>
            </w:r>
            <w:r w:rsidRPr="00B42D84">
              <w:rPr>
                <w:rFonts w:ascii="ＭＳ 明朝" w:hint="eastAsia"/>
              </w:rPr>
              <w:t>用を</w:t>
            </w:r>
            <w:r w:rsidR="00B72A11" w:rsidRPr="00B42D84">
              <w:rPr>
                <w:rFonts w:ascii="ＭＳ 明朝" w:hint="eastAsia"/>
              </w:rPr>
              <w:t>〔</w:t>
            </w:r>
            <w:r w:rsidRPr="00B42D84">
              <w:rPr>
                <w:rFonts w:ascii="ＭＳ 明朝" w:hint="eastAsia"/>
              </w:rPr>
              <w:t>中止・変更</w:t>
            </w:r>
            <w:r w:rsidR="00B72A11" w:rsidRPr="00B42D84">
              <w:rPr>
                <w:rFonts w:ascii="ＭＳ 明朝" w:hint="eastAsia"/>
              </w:rPr>
              <w:t>〕</w:t>
            </w:r>
            <w:r w:rsidRPr="00B42D84">
              <w:rPr>
                <w:rFonts w:ascii="ＭＳ 明朝" w:hint="eastAsia"/>
              </w:rPr>
              <w:t>したいので</w:t>
            </w:r>
            <w:r w:rsidR="00D80222" w:rsidRPr="00B42D84">
              <w:rPr>
                <w:rFonts w:ascii="ＭＳ 明朝" w:hint="eastAsia"/>
              </w:rPr>
              <w:t>届出いたします。</w:t>
            </w:r>
          </w:p>
          <w:p w14:paraId="62A8B7DD" w14:textId="77777777" w:rsidR="005D7018" w:rsidRPr="00B42D84" w:rsidRDefault="005D7018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7DA29789" w14:textId="77777777" w:rsidR="005D7018" w:rsidRPr="00B42D84" w:rsidRDefault="005D7018" w:rsidP="005D7018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B42D84">
              <w:rPr>
                <w:rFonts w:ascii="ＭＳ 明朝" w:hint="eastAsia"/>
              </w:rPr>
              <w:t>記</w:t>
            </w:r>
          </w:p>
          <w:p w14:paraId="619C6571" w14:textId="77777777" w:rsidR="005D7018" w:rsidRPr="00B42D84" w:rsidRDefault="005D7018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67671F" w14:paraId="673F116F" w14:textId="77777777" w:rsidTr="0014675E">
        <w:trPr>
          <w:cantSplit/>
          <w:trHeight w:val="700"/>
        </w:trPr>
        <w:tc>
          <w:tcPr>
            <w:tcW w:w="1290" w:type="dxa"/>
            <w:gridSpan w:val="2"/>
            <w:vAlign w:val="center"/>
          </w:tcPr>
          <w:p w14:paraId="5A8ABDC5" w14:textId="77777777" w:rsidR="0067671F" w:rsidRDefault="0067671F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区</w:t>
            </w:r>
            <w:r>
              <w:rPr>
                <w:rFonts w:ascii="ＭＳ 明朝" w:hint="eastAsia"/>
              </w:rPr>
              <w:t>分</w:t>
            </w:r>
          </w:p>
        </w:tc>
        <w:tc>
          <w:tcPr>
            <w:tcW w:w="3686" w:type="dxa"/>
            <w:gridSpan w:val="4"/>
            <w:vAlign w:val="center"/>
          </w:tcPr>
          <w:p w14:paraId="179F0928" w14:textId="77777777" w:rsidR="0067671F" w:rsidRDefault="0067671F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00"/>
              </w:rPr>
              <w:t>許可事</w:t>
            </w:r>
            <w:r>
              <w:rPr>
                <w:rFonts w:ascii="ＭＳ 明朝" w:hint="eastAsia"/>
              </w:rPr>
              <w:t>項</w:t>
            </w:r>
          </w:p>
        </w:tc>
        <w:tc>
          <w:tcPr>
            <w:tcW w:w="4167" w:type="dxa"/>
            <w:gridSpan w:val="4"/>
            <w:vAlign w:val="center"/>
          </w:tcPr>
          <w:p w14:paraId="4B2F0E29" w14:textId="77777777" w:rsidR="0067671F" w:rsidRDefault="0067671F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00"/>
              </w:rPr>
              <w:t>変更事</w:t>
            </w:r>
            <w:r>
              <w:rPr>
                <w:rFonts w:ascii="ＭＳ 明朝" w:hint="eastAsia"/>
              </w:rPr>
              <w:t>項</w:t>
            </w:r>
          </w:p>
        </w:tc>
      </w:tr>
      <w:tr w:rsidR="0067671F" w14:paraId="3E09BBD1" w14:textId="77777777" w:rsidTr="0014675E">
        <w:trPr>
          <w:cantSplit/>
          <w:trHeight w:val="700"/>
        </w:trPr>
        <w:tc>
          <w:tcPr>
            <w:tcW w:w="1290" w:type="dxa"/>
            <w:gridSpan w:val="2"/>
            <w:vAlign w:val="center"/>
          </w:tcPr>
          <w:p w14:paraId="798CC7A8" w14:textId="77777777" w:rsidR="0067671F" w:rsidRDefault="0067671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利用目的</w:t>
            </w:r>
          </w:p>
        </w:tc>
        <w:tc>
          <w:tcPr>
            <w:tcW w:w="3686" w:type="dxa"/>
            <w:gridSpan w:val="4"/>
          </w:tcPr>
          <w:p w14:paraId="28D46D4C" w14:textId="77777777" w:rsidR="0067671F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4167" w:type="dxa"/>
            <w:gridSpan w:val="4"/>
          </w:tcPr>
          <w:p w14:paraId="7871BA6C" w14:textId="77777777" w:rsidR="0067671F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67671F" w14:paraId="2A9F8F95" w14:textId="77777777" w:rsidTr="0014675E">
        <w:trPr>
          <w:cantSplit/>
          <w:trHeight w:val="700"/>
        </w:trPr>
        <w:tc>
          <w:tcPr>
            <w:tcW w:w="1290" w:type="dxa"/>
            <w:gridSpan w:val="2"/>
            <w:vAlign w:val="center"/>
          </w:tcPr>
          <w:p w14:paraId="16772110" w14:textId="77777777" w:rsidR="0067671F" w:rsidRDefault="0067671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</w:t>
            </w:r>
          </w:p>
          <w:p w14:paraId="733C1802" w14:textId="77777777" w:rsidR="0067671F" w:rsidRDefault="0067671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年月日</w:t>
            </w:r>
          </w:p>
        </w:tc>
        <w:tc>
          <w:tcPr>
            <w:tcW w:w="3686" w:type="dxa"/>
            <w:gridSpan w:val="4"/>
            <w:vAlign w:val="center"/>
          </w:tcPr>
          <w:p w14:paraId="63720394" w14:textId="77777777" w:rsidR="0067671F" w:rsidRDefault="0070612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67671F">
              <w:rPr>
                <w:rFonts w:ascii="ＭＳ 明朝" w:hint="eastAsia"/>
              </w:rPr>
              <w:t xml:space="preserve">　年　月　日</w:t>
            </w:r>
            <w:r w:rsidR="00D80222">
              <w:rPr>
                <w:rFonts w:ascii="ＭＳ 明朝" w:hint="eastAsia"/>
              </w:rPr>
              <w:t>（　曜日）</w:t>
            </w:r>
          </w:p>
        </w:tc>
        <w:tc>
          <w:tcPr>
            <w:tcW w:w="4167" w:type="dxa"/>
            <w:gridSpan w:val="4"/>
            <w:vAlign w:val="center"/>
          </w:tcPr>
          <w:p w14:paraId="2800328A" w14:textId="77777777" w:rsidR="0067671F" w:rsidRDefault="00706123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67671F">
              <w:rPr>
                <w:rFonts w:ascii="ＭＳ 明朝" w:hint="eastAsia"/>
              </w:rPr>
              <w:t xml:space="preserve">　年　月　　日</w:t>
            </w:r>
            <w:r w:rsidR="00D80222">
              <w:rPr>
                <w:rFonts w:ascii="ＭＳ 明朝" w:hint="eastAsia"/>
              </w:rPr>
              <w:t>（　曜日）</w:t>
            </w:r>
          </w:p>
        </w:tc>
      </w:tr>
      <w:tr w:rsidR="0067671F" w14:paraId="5E8DA39D" w14:textId="77777777" w:rsidTr="0014675E">
        <w:trPr>
          <w:cantSplit/>
          <w:trHeight w:val="700"/>
        </w:trPr>
        <w:tc>
          <w:tcPr>
            <w:tcW w:w="1290" w:type="dxa"/>
            <w:gridSpan w:val="2"/>
            <w:vAlign w:val="center"/>
          </w:tcPr>
          <w:p w14:paraId="46540A7D" w14:textId="77777777" w:rsidR="0067671F" w:rsidRDefault="0067671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利用時間</w:t>
            </w:r>
          </w:p>
        </w:tc>
        <w:tc>
          <w:tcPr>
            <w:tcW w:w="3686" w:type="dxa"/>
            <w:gridSpan w:val="4"/>
            <w:vAlign w:val="center"/>
          </w:tcPr>
          <w:p w14:paraId="21234291" w14:textId="77777777" w:rsidR="0067671F" w:rsidRDefault="0067671F">
            <w:pPr>
              <w:pStyle w:val="a3"/>
              <w:wordWrap w:val="0"/>
              <w:autoSpaceDE w:val="0"/>
              <w:autoSpaceDN w:val="0"/>
            </w:pPr>
            <w:r>
              <w:rPr>
                <w:rFonts w:hint="eastAsia"/>
              </w:rPr>
              <w:t>：　　　～　　　：</w:t>
            </w:r>
          </w:p>
        </w:tc>
        <w:tc>
          <w:tcPr>
            <w:tcW w:w="4167" w:type="dxa"/>
            <w:gridSpan w:val="4"/>
            <w:vAlign w:val="center"/>
          </w:tcPr>
          <w:p w14:paraId="60BD7064" w14:textId="77777777" w:rsidR="0067671F" w:rsidRDefault="0067671F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：　　　～　　　：</w:t>
            </w:r>
          </w:p>
        </w:tc>
      </w:tr>
      <w:tr w:rsidR="0067671F" w14:paraId="52AA848F" w14:textId="77777777" w:rsidTr="0014675E">
        <w:trPr>
          <w:cantSplit/>
          <w:trHeight w:val="700"/>
        </w:trPr>
        <w:tc>
          <w:tcPr>
            <w:tcW w:w="1290" w:type="dxa"/>
            <w:gridSpan w:val="2"/>
            <w:vAlign w:val="center"/>
          </w:tcPr>
          <w:p w14:paraId="7ACA9E77" w14:textId="77777777" w:rsidR="0067671F" w:rsidRDefault="0067671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利用施設</w:t>
            </w:r>
          </w:p>
        </w:tc>
        <w:tc>
          <w:tcPr>
            <w:tcW w:w="3686" w:type="dxa"/>
            <w:gridSpan w:val="4"/>
            <w:vAlign w:val="center"/>
          </w:tcPr>
          <w:p w14:paraId="4A2E32AA" w14:textId="77777777" w:rsidR="0067671F" w:rsidRDefault="0067671F">
            <w:pPr>
              <w:pStyle w:val="a3"/>
              <w:wordWrap w:val="0"/>
              <w:autoSpaceDE w:val="0"/>
              <w:autoSpaceDN w:val="0"/>
            </w:pPr>
          </w:p>
        </w:tc>
        <w:tc>
          <w:tcPr>
            <w:tcW w:w="4167" w:type="dxa"/>
            <w:gridSpan w:val="4"/>
            <w:vAlign w:val="center"/>
          </w:tcPr>
          <w:p w14:paraId="695A9246" w14:textId="77777777" w:rsidR="0067671F" w:rsidRDefault="0067671F">
            <w:pPr>
              <w:pStyle w:val="a3"/>
              <w:wordWrap w:val="0"/>
              <w:autoSpaceDE w:val="0"/>
              <w:autoSpaceDN w:val="0"/>
            </w:pPr>
          </w:p>
        </w:tc>
      </w:tr>
      <w:tr w:rsidR="0067671F" w14:paraId="1F9CB9D4" w14:textId="77777777" w:rsidTr="0014675E">
        <w:trPr>
          <w:cantSplit/>
          <w:trHeight w:val="700"/>
        </w:trPr>
        <w:tc>
          <w:tcPr>
            <w:tcW w:w="1290" w:type="dxa"/>
            <w:gridSpan w:val="2"/>
            <w:vAlign w:val="center"/>
          </w:tcPr>
          <w:p w14:paraId="72AC48D3" w14:textId="77777777" w:rsidR="0067671F" w:rsidRDefault="0067671F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</w:t>
            </w:r>
          </w:p>
        </w:tc>
        <w:tc>
          <w:tcPr>
            <w:tcW w:w="3686" w:type="dxa"/>
            <w:gridSpan w:val="4"/>
          </w:tcPr>
          <w:p w14:paraId="5672AF8D" w14:textId="77777777" w:rsidR="0067671F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4167" w:type="dxa"/>
            <w:gridSpan w:val="4"/>
          </w:tcPr>
          <w:p w14:paraId="08C59974" w14:textId="77777777" w:rsidR="0067671F" w:rsidRDefault="0067671F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B72A11" w14:paraId="2C2BF399" w14:textId="77777777" w:rsidTr="0014675E">
        <w:trPr>
          <w:cantSplit/>
          <w:trHeight w:val="1210"/>
        </w:trPr>
        <w:tc>
          <w:tcPr>
            <w:tcW w:w="1290" w:type="dxa"/>
            <w:gridSpan w:val="2"/>
            <w:vAlign w:val="center"/>
          </w:tcPr>
          <w:p w14:paraId="5A91C6D1" w14:textId="77777777" w:rsidR="00B72A11" w:rsidRDefault="00B72A11">
            <w:pPr>
              <w:wordWrap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理由</w:t>
            </w:r>
          </w:p>
        </w:tc>
        <w:tc>
          <w:tcPr>
            <w:tcW w:w="7853" w:type="dxa"/>
            <w:gridSpan w:val="8"/>
            <w:tcBorders>
              <w:bottom w:val="single" w:sz="4" w:space="0" w:color="auto"/>
            </w:tcBorders>
          </w:tcPr>
          <w:p w14:paraId="258520BC" w14:textId="77777777" w:rsidR="00B72A11" w:rsidRDefault="00B72A11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  <w:p w14:paraId="7F4599D8" w14:textId="77777777" w:rsidR="00B72A11" w:rsidRDefault="00B72A11">
            <w:pPr>
              <w:wordWrap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2D2CFF70" w14:textId="77777777" w:rsidR="0067671F" w:rsidRDefault="0067671F">
      <w:pPr>
        <w:wordWrap w:val="0"/>
        <w:autoSpaceDE w:val="0"/>
        <w:autoSpaceDN w:val="0"/>
        <w:rPr>
          <w:rFonts w:ascii="ＭＳ 明朝"/>
        </w:rPr>
      </w:pPr>
    </w:p>
    <w:sectPr w:rsidR="0067671F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F953F" w14:textId="77777777" w:rsidR="000B46B9" w:rsidRDefault="000B46B9">
      <w:r>
        <w:separator/>
      </w:r>
    </w:p>
  </w:endnote>
  <w:endnote w:type="continuationSeparator" w:id="0">
    <w:p w14:paraId="1928B56F" w14:textId="77777777" w:rsidR="000B46B9" w:rsidRDefault="000B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D884B" w14:textId="77777777" w:rsidR="000B46B9" w:rsidRDefault="000B46B9">
      <w:r>
        <w:separator/>
      </w:r>
    </w:p>
  </w:footnote>
  <w:footnote w:type="continuationSeparator" w:id="0">
    <w:p w14:paraId="472E8D65" w14:textId="77777777" w:rsidR="000B46B9" w:rsidRDefault="000B4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018"/>
    <w:rsid w:val="00053FA3"/>
    <w:rsid w:val="000A4351"/>
    <w:rsid w:val="000B46B9"/>
    <w:rsid w:val="000D15E8"/>
    <w:rsid w:val="00136D2B"/>
    <w:rsid w:val="0014675E"/>
    <w:rsid w:val="0018444D"/>
    <w:rsid w:val="00201E40"/>
    <w:rsid w:val="002200E6"/>
    <w:rsid w:val="0025565C"/>
    <w:rsid w:val="00256C6C"/>
    <w:rsid w:val="00257DE6"/>
    <w:rsid w:val="002C4FF9"/>
    <w:rsid w:val="003F0A06"/>
    <w:rsid w:val="00407545"/>
    <w:rsid w:val="00465AE1"/>
    <w:rsid w:val="004D167D"/>
    <w:rsid w:val="004F11F9"/>
    <w:rsid w:val="005D7018"/>
    <w:rsid w:val="005F4218"/>
    <w:rsid w:val="00623D14"/>
    <w:rsid w:val="0067671F"/>
    <w:rsid w:val="00706123"/>
    <w:rsid w:val="00721AF6"/>
    <w:rsid w:val="00752432"/>
    <w:rsid w:val="00764CB2"/>
    <w:rsid w:val="007A17D4"/>
    <w:rsid w:val="007F5910"/>
    <w:rsid w:val="00844CEA"/>
    <w:rsid w:val="008A2F09"/>
    <w:rsid w:val="008B3A02"/>
    <w:rsid w:val="00981222"/>
    <w:rsid w:val="0098272E"/>
    <w:rsid w:val="00A43824"/>
    <w:rsid w:val="00B429B0"/>
    <w:rsid w:val="00B42D84"/>
    <w:rsid w:val="00B72A11"/>
    <w:rsid w:val="00B874B4"/>
    <w:rsid w:val="00BA6475"/>
    <w:rsid w:val="00BC4933"/>
    <w:rsid w:val="00BF680E"/>
    <w:rsid w:val="00C50B26"/>
    <w:rsid w:val="00C7251B"/>
    <w:rsid w:val="00C7261A"/>
    <w:rsid w:val="00C73D2F"/>
    <w:rsid w:val="00C87B46"/>
    <w:rsid w:val="00D20E7C"/>
    <w:rsid w:val="00D80222"/>
    <w:rsid w:val="00DA0491"/>
    <w:rsid w:val="00DB03FC"/>
    <w:rsid w:val="00DF573C"/>
    <w:rsid w:val="00F16CCB"/>
    <w:rsid w:val="00F76B86"/>
    <w:rsid w:val="00FA0C6C"/>
    <w:rsid w:val="00FD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C87CE1"/>
  <w15:chartTrackingRefBased/>
  <w15:docId w15:val="{6D3EEA33-3A99-4770-8D58-A0FF9A3B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0D15E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D15E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(株)ぎょうせい</dc:creator>
  <cp:keywords/>
  <dc:description/>
  <cp:lastModifiedBy>SG-SOUMU003</cp:lastModifiedBy>
  <cp:revision>4</cp:revision>
  <cp:lastPrinted>2012-03-09T10:14:00Z</cp:lastPrinted>
  <dcterms:created xsi:type="dcterms:W3CDTF">2020-07-09T04:41:00Z</dcterms:created>
  <dcterms:modified xsi:type="dcterms:W3CDTF">2021-03-19T01:41:00Z</dcterms:modified>
</cp:coreProperties>
</file>